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3C6B1B">
        <w:rPr>
          <w:b/>
          <w:bCs/>
          <w:sz w:val="28"/>
          <w:szCs w:val="28"/>
        </w:rPr>
        <w:t>020219:206</w:t>
      </w:r>
      <w:bookmarkStart w:id="0" w:name="_GoBack"/>
      <w:bookmarkEnd w:id="0"/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3BCF">
        <w:rPr>
          <w:b/>
          <w:bCs/>
          <w:sz w:val="28"/>
          <w:szCs w:val="28"/>
        </w:rPr>
        <w:t>Усть-Мунинское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283BCF">
        <w:rPr>
          <w:b/>
          <w:bCs/>
          <w:sz w:val="28"/>
          <w:szCs w:val="28"/>
        </w:rPr>
        <w:t>Усть-Муны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6B747B">
        <w:rPr>
          <w:b/>
          <w:bCs/>
          <w:sz w:val="28"/>
          <w:szCs w:val="28"/>
        </w:rPr>
        <w:t>Западная, д. 12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1736FB">
        <w:rPr>
          <w:sz w:val="28"/>
          <w:szCs w:val="28"/>
        </w:rPr>
        <w:t xml:space="preserve">статьи 45 </w:t>
      </w:r>
      <w:r>
        <w:rPr>
          <w:sz w:val="28"/>
          <w:szCs w:val="28"/>
        </w:rPr>
        <w:t xml:space="preserve">Устава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027A">
        <w:rPr>
          <w:sz w:val="28"/>
          <w:szCs w:val="28"/>
        </w:rPr>
        <w:t xml:space="preserve"> принятого решением Майминск</w:t>
      </w:r>
      <w:r w:rsidR="005868A6">
        <w:rPr>
          <w:sz w:val="28"/>
          <w:szCs w:val="28"/>
        </w:rPr>
        <w:t xml:space="preserve">ого районного Совета депутатов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«Майминский район»,</w:t>
      </w:r>
      <w:r w:rsidR="00F01F56">
        <w:t xml:space="preserve"> </w:t>
      </w:r>
      <w:r w:rsidR="00F01F56" w:rsidRPr="00F01F56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3BCF">
        <w:rPr>
          <w:sz w:val="28"/>
          <w:szCs w:val="28"/>
        </w:rPr>
        <w:t>Усть-Мунинское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4D197A">
        <w:rPr>
          <w:sz w:val="28"/>
          <w:szCs w:val="28"/>
        </w:rPr>
        <w:t xml:space="preserve"> заявления </w:t>
      </w:r>
      <w:r w:rsidR="001D5D20">
        <w:rPr>
          <w:sz w:val="28"/>
          <w:szCs w:val="28"/>
        </w:rPr>
        <w:t xml:space="preserve"> </w:t>
      </w:r>
      <w:r w:rsidR="00B12009">
        <w:rPr>
          <w:sz w:val="28"/>
          <w:szCs w:val="28"/>
        </w:rPr>
        <w:t>Седачевой К.В</w:t>
      </w:r>
      <w:r w:rsidR="00283BCF">
        <w:rPr>
          <w:sz w:val="28"/>
          <w:szCs w:val="28"/>
        </w:rPr>
        <w:t>.</w:t>
      </w:r>
      <w:r w:rsidR="00B12009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DA7358">
        <w:rPr>
          <w:sz w:val="28"/>
          <w:szCs w:val="28"/>
        </w:rPr>
        <w:t xml:space="preserve">т </w:t>
      </w:r>
      <w:r w:rsidR="00B12009">
        <w:rPr>
          <w:sz w:val="28"/>
          <w:szCs w:val="28"/>
        </w:rPr>
        <w:t>21</w:t>
      </w:r>
      <w:r w:rsidR="001E4940">
        <w:rPr>
          <w:sz w:val="28"/>
          <w:szCs w:val="28"/>
        </w:rPr>
        <w:t xml:space="preserve"> </w:t>
      </w:r>
      <w:r w:rsidR="00283BCF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6B747B">
        <w:rPr>
          <w:sz w:val="28"/>
          <w:szCs w:val="28"/>
        </w:rPr>
        <w:t>8778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6B747B">
        <w:rPr>
          <w:sz w:val="28"/>
          <w:szCs w:val="28"/>
        </w:rPr>
        <w:t>020219:206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</w:t>
      </w:r>
      <w:r w:rsidR="00283BCF">
        <w:rPr>
          <w:sz w:val="28"/>
          <w:szCs w:val="28"/>
        </w:rPr>
        <w:t>, Усть-Мунинское</w:t>
      </w:r>
      <w:r w:rsidR="005A31D0">
        <w:rPr>
          <w:sz w:val="28"/>
          <w:szCs w:val="28"/>
        </w:rPr>
        <w:t xml:space="preserve">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 xml:space="preserve">. </w:t>
      </w:r>
      <w:r w:rsidR="00283BCF">
        <w:rPr>
          <w:sz w:val="28"/>
          <w:szCs w:val="28"/>
        </w:rPr>
        <w:t>Усть-Муны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283BCF">
        <w:rPr>
          <w:sz w:val="28"/>
          <w:szCs w:val="28"/>
        </w:rPr>
        <w:t>Западная</w:t>
      </w:r>
      <w:r w:rsidR="00687AB6">
        <w:rPr>
          <w:sz w:val="28"/>
          <w:szCs w:val="28"/>
        </w:rPr>
        <w:t>,</w:t>
      </w:r>
      <w:r w:rsidR="006B747B">
        <w:rPr>
          <w:sz w:val="28"/>
          <w:szCs w:val="28"/>
        </w:rPr>
        <w:t xml:space="preserve"> д. 12</w:t>
      </w:r>
      <w:r w:rsidR="00283BCF">
        <w:rPr>
          <w:sz w:val="28"/>
          <w:szCs w:val="28"/>
        </w:rPr>
        <w:t>,</w:t>
      </w:r>
      <w:r w:rsidR="00687AB6">
        <w:rPr>
          <w:sz w:val="28"/>
          <w:szCs w:val="28"/>
        </w:rPr>
        <w:t xml:space="preserve">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6B747B">
        <w:rPr>
          <w:sz w:val="28"/>
          <w:szCs w:val="28"/>
        </w:rPr>
        <w:t>020219:206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3BCF">
        <w:rPr>
          <w:sz w:val="28"/>
          <w:szCs w:val="28"/>
        </w:rPr>
        <w:t>Усть-Мунинское</w:t>
      </w:r>
      <w:r w:rsidR="002842FE">
        <w:rPr>
          <w:sz w:val="28"/>
          <w:szCs w:val="28"/>
        </w:rPr>
        <w:t xml:space="preserve"> сельское поселение с. </w:t>
      </w:r>
      <w:r w:rsidR="00283BCF">
        <w:rPr>
          <w:sz w:val="28"/>
          <w:szCs w:val="28"/>
        </w:rPr>
        <w:t>Усть-Муны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283BCF">
        <w:rPr>
          <w:sz w:val="28"/>
          <w:szCs w:val="28"/>
        </w:rPr>
        <w:t>Западная</w:t>
      </w:r>
      <w:r w:rsidR="002842FE">
        <w:rPr>
          <w:sz w:val="28"/>
          <w:szCs w:val="28"/>
        </w:rPr>
        <w:t>,</w:t>
      </w:r>
      <w:r w:rsidR="006B747B">
        <w:rPr>
          <w:sz w:val="28"/>
          <w:szCs w:val="28"/>
        </w:rPr>
        <w:t xml:space="preserve"> д. 12</w:t>
      </w:r>
      <w:r w:rsidR="00283BCF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E83C9A">
        <w:rPr>
          <w:bCs/>
          <w:sz w:val="28"/>
          <w:szCs w:val="28"/>
        </w:rPr>
        <w:t xml:space="preserve"> </w:t>
      </w:r>
      <w:r w:rsidR="00B12009">
        <w:rPr>
          <w:bCs/>
          <w:sz w:val="28"/>
          <w:szCs w:val="28"/>
        </w:rPr>
        <w:t>13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</w:t>
      </w:r>
      <w:r w:rsidR="00283BCF">
        <w:rPr>
          <w:sz w:val="28"/>
          <w:szCs w:val="28"/>
        </w:rPr>
        <w:t>Усть-Муны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283BCF">
        <w:rPr>
          <w:sz w:val="28"/>
          <w:szCs w:val="28"/>
        </w:rPr>
        <w:t>Западная</w:t>
      </w:r>
      <w:r w:rsidR="00926425">
        <w:rPr>
          <w:sz w:val="28"/>
          <w:szCs w:val="28"/>
        </w:rPr>
        <w:t>,</w:t>
      </w:r>
      <w:r w:rsidR="006B747B">
        <w:rPr>
          <w:sz w:val="28"/>
          <w:szCs w:val="28"/>
        </w:rPr>
        <w:t xml:space="preserve"> д.12</w:t>
      </w:r>
      <w:r w:rsidR="00962F0D">
        <w:rPr>
          <w:sz w:val="28"/>
          <w:szCs w:val="28"/>
        </w:rPr>
        <w:t>, в</w:t>
      </w:r>
      <w:r w:rsidR="00B12009">
        <w:rPr>
          <w:bCs/>
          <w:sz w:val="28"/>
          <w:szCs w:val="28"/>
        </w:rPr>
        <w:t xml:space="preserve"> 10</w:t>
      </w:r>
      <w:r w:rsidR="006B747B">
        <w:rPr>
          <w:bCs/>
          <w:sz w:val="28"/>
          <w:szCs w:val="28"/>
        </w:rPr>
        <w:t>:3</w:t>
      </w:r>
      <w:r w:rsidR="00687AB6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12009" w:rsidRDefault="00B12009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B12009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27F2">
        <w:rPr>
          <w:sz w:val="28"/>
          <w:szCs w:val="28"/>
        </w:rPr>
        <w:t xml:space="preserve">                  </w:t>
      </w:r>
      <w:r w:rsidR="00687AB6">
        <w:rPr>
          <w:sz w:val="28"/>
          <w:szCs w:val="28"/>
        </w:rPr>
        <w:t xml:space="preserve">  </w:t>
      </w:r>
      <w:r w:rsidR="00B12009">
        <w:rPr>
          <w:sz w:val="28"/>
          <w:szCs w:val="28"/>
        </w:rPr>
        <w:t>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D9" w:rsidRDefault="00E93DD9" w:rsidP="00F2108F">
      <w:pPr>
        <w:spacing w:before="0" w:line="240" w:lineRule="auto"/>
      </w:pPr>
      <w:r>
        <w:separator/>
      </w:r>
    </w:p>
  </w:endnote>
  <w:endnote w:type="continuationSeparator" w:id="0">
    <w:p w:rsidR="00E93DD9" w:rsidRDefault="00E93DD9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D9" w:rsidRDefault="00E93DD9" w:rsidP="00F2108F">
      <w:pPr>
        <w:spacing w:before="0" w:line="240" w:lineRule="auto"/>
      </w:pPr>
      <w:r>
        <w:separator/>
      </w:r>
    </w:p>
  </w:footnote>
  <w:footnote w:type="continuationSeparator" w:id="0">
    <w:p w:rsidR="00E93DD9" w:rsidRDefault="00E93DD9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97784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3573"/>
    <w:rsid w:val="001728F8"/>
    <w:rsid w:val="001736FB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3BCF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2F76EB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6B1B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868A6"/>
    <w:rsid w:val="00590133"/>
    <w:rsid w:val="00590E32"/>
    <w:rsid w:val="005935FA"/>
    <w:rsid w:val="005978C0"/>
    <w:rsid w:val="005A31D0"/>
    <w:rsid w:val="005A5F4D"/>
    <w:rsid w:val="005B2069"/>
    <w:rsid w:val="005B2080"/>
    <w:rsid w:val="005B7DA7"/>
    <w:rsid w:val="005C7654"/>
    <w:rsid w:val="005D0AEB"/>
    <w:rsid w:val="005D320E"/>
    <w:rsid w:val="005D4AE7"/>
    <w:rsid w:val="005E3B06"/>
    <w:rsid w:val="005E51C7"/>
    <w:rsid w:val="005E5DC7"/>
    <w:rsid w:val="005F027A"/>
    <w:rsid w:val="005F2A85"/>
    <w:rsid w:val="005F5D9C"/>
    <w:rsid w:val="00603210"/>
    <w:rsid w:val="006067C0"/>
    <w:rsid w:val="0061622E"/>
    <w:rsid w:val="00617086"/>
    <w:rsid w:val="006238B8"/>
    <w:rsid w:val="00627A2E"/>
    <w:rsid w:val="0063251B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B747B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261C"/>
    <w:rsid w:val="00734A00"/>
    <w:rsid w:val="0074218F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4BEC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2F0D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2009"/>
    <w:rsid w:val="00B1301B"/>
    <w:rsid w:val="00B1759E"/>
    <w:rsid w:val="00B2660B"/>
    <w:rsid w:val="00B317D4"/>
    <w:rsid w:val="00B474E0"/>
    <w:rsid w:val="00B64734"/>
    <w:rsid w:val="00B80D85"/>
    <w:rsid w:val="00B83FE3"/>
    <w:rsid w:val="00B8785D"/>
    <w:rsid w:val="00B927F2"/>
    <w:rsid w:val="00BB16A5"/>
    <w:rsid w:val="00BB5712"/>
    <w:rsid w:val="00BC0DE2"/>
    <w:rsid w:val="00BC1127"/>
    <w:rsid w:val="00BC6A90"/>
    <w:rsid w:val="00BF424B"/>
    <w:rsid w:val="00C05D34"/>
    <w:rsid w:val="00C1096E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0E5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C3A4B"/>
    <w:rsid w:val="00CD441E"/>
    <w:rsid w:val="00CE0187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94442"/>
    <w:rsid w:val="00DA7358"/>
    <w:rsid w:val="00DB2DDD"/>
    <w:rsid w:val="00DB5D6A"/>
    <w:rsid w:val="00DC405E"/>
    <w:rsid w:val="00DD5325"/>
    <w:rsid w:val="00DD6786"/>
    <w:rsid w:val="00DD77B2"/>
    <w:rsid w:val="00DE2413"/>
    <w:rsid w:val="00DF0954"/>
    <w:rsid w:val="00DF2439"/>
    <w:rsid w:val="00DF4B13"/>
    <w:rsid w:val="00E04696"/>
    <w:rsid w:val="00E20CF1"/>
    <w:rsid w:val="00E239CC"/>
    <w:rsid w:val="00E24B81"/>
    <w:rsid w:val="00E269CE"/>
    <w:rsid w:val="00E36B31"/>
    <w:rsid w:val="00E50572"/>
    <w:rsid w:val="00E5562D"/>
    <w:rsid w:val="00E56A33"/>
    <w:rsid w:val="00E83C9A"/>
    <w:rsid w:val="00E86C2D"/>
    <w:rsid w:val="00E93DD9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1F56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6BD018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3C43E-CC04-4130-BB44-500FB02B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215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35</cp:revision>
  <cp:lastPrinted>2025-08-13T07:00:00Z</cp:lastPrinted>
  <dcterms:created xsi:type="dcterms:W3CDTF">2025-01-21T00:51:00Z</dcterms:created>
  <dcterms:modified xsi:type="dcterms:W3CDTF">2025-09-25T02:27:00Z</dcterms:modified>
</cp:coreProperties>
</file>